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2910840</wp:posOffset>
                      </wp:positionH>
                      <wp:positionV relativeFrom="page">
                        <wp:posOffset>179705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9.2pt;margin-top:14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OamxT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>
            <w:r w:rsidRPr="000A0DE3">
              <w:t>Naše zn.</w:t>
            </w:r>
          </w:p>
        </w:tc>
        <w:tc>
          <w:tcPr>
            <w:tcW w:w="2552" w:type="dxa"/>
          </w:tcPr>
          <w:p w:rsidR="001B49F6" w:rsidRPr="000A0DE3" w:rsidRDefault="00173856" w:rsidP="001B49F6">
            <w:r>
              <w:t>4525</w:t>
            </w:r>
            <w:r w:rsidR="001B49F6">
              <w:t>/2021</w:t>
            </w:r>
            <w:r w:rsidR="001B49F6" w:rsidRPr="000A0DE3">
              <w:t>-SŽDC-SSV-Ú3</w:t>
            </w:r>
          </w:p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  <w:vMerge/>
          </w:tcPr>
          <w:p w:rsidR="001B49F6" w:rsidRDefault="001B49F6" w:rsidP="001B49F6"/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>
            <w:r w:rsidRPr="000A0DE3">
              <w:t>Listů/příloh</w:t>
            </w:r>
          </w:p>
        </w:tc>
        <w:tc>
          <w:tcPr>
            <w:tcW w:w="2552" w:type="dxa"/>
          </w:tcPr>
          <w:p w:rsidR="001B49F6" w:rsidRPr="000A0DE3" w:rsidRDefault="001B49F6" w:rsidP="001B49F6">
            <w:r>
              <w:t>2/3</w:t>
            </w:r>
          </w:p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  <w:vMerge/>
          </w:tcPr>
          <w:p w:rsidR="001B49F6" w:rsidRDefault="001B49F6" w:rsidP="001B49F6">
            <w:pPr>
              <w:rPr>
                <w:noProof/>
              </w:rPr>
            </w:pPr>
          </w:p>
        </w:tc>
      </w:tr>
      <w:tr w:rsidR="001B49F6" w:rsidTr="00B23CA3">
        <w:trPr>
          <w:trHeight w:val="77"/>
        </w:trPr>
        <w:tc>
          <w:tcPr>
            <w:tcW w:w="1020" w:type="dxa"/>
          </w:tcPr>
          <w:p w:rsidR="001B49F6" w:rsidRPr="000A0DE3" w:rsidRDefault="001B49F6" w:rsidP="001B49F6"/>
        </w:tc>
        <w:tc>
          <w:tcPr>
            <w:tcW w:w="2552" w:type="dxa"/>
          </w:tcPr>
          <w:p w:rsidR="001B49F6" w:rsidRPr="000A0DE3" w:rsidRDefault="001B49F6" w:rsidP="001B49F6"/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  <w:vMerge/>
          </w:tcPr>
          <w:p w:rsidR="001B49F6" w:rsidRDefault="001B49F6" w:rsidP="001B49F6"/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>
            <w:r w:rsidRPr="000A0DE3">
              <w:t>Vyřizuje</w:t>
            </w:r>
          </w:p>
        </w:tc>
        <w:tc>
          <w:tcPr>
            <w:tcW w:w="2552" w:type="dxa"/>
          </w:tcPr>
          <w:p w:rsidR="001B49F6" w:rsidRPr="000A0DE3" w:rsidRDefault="001B49F6" w:rsidP="001B49F6">
            <w:r w:rsidRPr="000A0DE3">
              <w:t>JUDr. Jaroslav Klimeš</w:t>
            </w:r>
          </w:p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  <w:vMerge/>
          </w:tcPr>
          <w:p w:rsidR="001B49F6" w:rsidRDefault="001B49F6" w:rsidP="001B49F6"/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/>
        </w:tc>
        <w:tc>
          <w:tcPr>
            <w:tcW w:w="2552" w:type="dxa"/>
          </w:tcPr>
          <w:p w:rsidR="001B49F6" w:rsidRPr="000A0DE3" w:rsidRDefault="001B49F6" w:rsidP="001B49F6"/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  <w:vMerge/>
          </w:tcPr>
          <w:p w:rsidR="001B49F6" w:rsidRDefault="001B49F6" w:rsidP="001B49F6"/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>
            <w:r w:rsidRPr="000A0DE3">
              <w:t>Mobil</w:t>
            </w:r>
          </w:p>
        </w:tc>
        <w:tc>
          <w:tcPr>
            <w:tcW w:w="2552" w:type="dxa"/>
          </w:tcPr>
          <w:p w:rsidR="001B49F6" w:rsidRPr="000A0DE3" w:rsidRDefault="001B49F6" w:rsidP="001B49F6">
            <w:r w:rsidRPr="000A0DE3">
              <w:t>+420 722 819 305</w:t>
            </w:r>
          </w:p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  <w:vMerge/>
          </w:tcPr>
          <w:p w:rsidR="001B49F6" w:rsidRDefault="001B49F6" w:rsidP="001B49F6"/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>
            <w:r w:rsidRPr="000A0DE3">
              <w:t>E-mail</w:t>
            </w:r>
          </w:p>
        </w:tc>
        <w:tc>
          <w:tcPr>
            <w:tcW w:w="2552" w:type="dxa"/>
          </w:tcPr>
          <w:p w:rsidR="001B49F6" w:rsidRPr="000A0DE3" w:rsidRDefault="001B49F6" w:rsidP="001B49F6">
            <w:r w:rsidRPr="000A0DE3">
              <w:t>Klimesja@spravazeleznic.cz</w:t>
            </w:r>
          </w:p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  <w:vMerge/>
          </w:tcPr>
          <w:p w:rsidR="001B49F6" w:rsidRDefault="001B49F6" w:rsidP="001B49F6"/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/>
        </w:tc>
        <w:tc>
          <w:tcPr>
            <w:tcW w:w="2552" w:type="dxa"/>
          </w:tcPr>
          <w:p w:rsidR="001B49F6" w:rsidRPr="000A0DE3" w:rsidRDefault="001B49F6" w:rsidP="001B49F6"/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</w:tcPr>
          <w:p w:rsidR="001B49F6" w:rsidRDefault="001B49F6" w:rsidP="001B49F6"/>
        </w:tc>
      </w:tr>
      <w:tr w:rsidR="001B49F6" w:rsidTr="00F862D6">
        <w:tc>
          <w:tcPr>
            <w:tcW w:w="1020" w:type="dxa"/>
          </w:tcPr>
          <w:p w:rsidR="001B49F6" w:rsidRPr="000A0DE3" w:rsidRDefault="001B49F6" w:rsidP="001B49F6">
            <w:r w:rsidRPr="000A0DE3">
              <w:t>Datum</w:t>
            </w:r>
          </w:p>
        </w:tc>
        <w:tc>
          <w:tcPr>
            <w:tcW w:w="2552" w:type="dxa"/>
          </w:tcPr>
          <w:p w:rsidR="001B49F6" w:rsidRDefault="001B49F6" w:rsidP="001B49F6">
            <w:r>
              <w:t>2</w:t>
            </w:r>
            <w:r w:rsidRPr="000A0DE3">
              <w:t xml:space="preserve">3. března 2021 </w:t>
            </w:r>
          </w:p>
        </w:tc>
        <w:tc>
          <w:tcPr>
            <w:tcW w:w="823" w:type="dxa"/>
          </w:tcPr>
          <w:p w:rsidR="001B49F6" w:rsidRDefault="001B49F6" w:rsidP="001B49F6"/>
        </w:tc>
        <w:tc>
          <w:tcPr>
            <w:tcW w:w="3685" w:type="dxa"/>
          </w:tcPr>
          <w:p w:rsidR="001B49F6" w:rsidRDefault="001B49F6" w:rsidP="001B49F6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194669" w:rsidRDefault="00CB7B5A" w:rsidP="0019466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94669" w:rsidRPr="00194669">
        <w:rPr>
          <w:rFonts w:eastAsia="Calibri" w:cs="Times New Roman"/>
          <w:b/>
          <w:lang w:eastAsia="cs-CZ"/>
        </w:rPr>
        <w:t xml:space="preserve">Soubor 3 staveb: </w:t>
      </w:r>
    </w:p>
    <w:p w:rsidR="00194669" w:rsidRPr="00194669" w:rsidRDefault="00194669" w:rsidP="00194669">
      <w:pPr>
        <w:spacing w:after="0" w:line="240" w:lineRule="auto"/>
        <w:rPr>
          <w:rFonts w:eastAsia="Calibri" w:cs="Times New Roman"/>
          <w:b/>
          <w:lang w:eastAsia="cs-CZ"/>
        </w:rPr>
      </w:pPr>
      <w:r w:rsidRPr="00194669">
        <w:rPr>
          <w:rFonts w:eastAsia="Calibri" w:cs="Times New Roman"/>
          <w:b/>
          <w:lang w:eastAsia="cs-CZ"/>
        </w:rPr>
        <w:t xml:space="preserve">A: „Rekonstrukce PZS VÚD přejezdu P7703 v </w:t>
      </w:r>
      <w:proofErr w:type="gramStart"/>
      <w:r w:rsidRPr="00194669">
        <w:rPr>
          <w:rFonts w:eastAsia="Calibri" w:cs="Times New Roman"/>
          <w:b/>
          <w:lang w:eastAsia="cs-CZ"/>
        </w:rPr>
        <w:t>km 3,595</w:t>
      </w:r>
      <w:proofErr w:type="gramEnd"/>
      <w:r w:rsidRPr="00194669">
        <w:rPr>
          <w:rFonts w:eastAsia="Calibri" w:cs="Times New Roman"/>
          <w:b/>
          <w:lang w:eastAsia="cs-CZ"/>
        </w:rPr>
        <w:t xml:space="preserve"> trati Milotice nad Opavou – Vrbno pod Pradědem“</w:t>
      </w:r>
    </w:p>
    <w:p w:rsidR="00194669" w:rsidRPr="00194669" w:rsidRDefault="00194669" w:rsidP="00194669">
      <w:pPr>
        <w:spacing w:after="0" w:line="240" w:lineRule="auto"/>
        <w:rPr>
          <w:rFonts w:eastAsia="Calibri" w:cs="Times New Roman"/>
          <w:b/>
          <w:lang w:eastAsia="cs-CZ"/>
        </w:rPr>
      </w:pPr>
      <w:r w:rsidRPr="00194669">
        <w:rPr>
          <w:rFonts w:eastAsia="Calibri" w:cs="Times New Roman"/>
          <w:b/>
          <w:lang w:eastAsia="cs-CZ"/>
        </w:rPr>
        <w:t>B: „Rekonstrukce PZS VÚD přejezdu P7704 v km 4,892 trati Milotice n</w:t>
      </w:r>
      <w:r>
        <w:rPr>
          <w:rFonts w:eastAsia="Calibri" w:cs="Times New Roman"/>
          <w:b/>
          <w:lang w:eastAsia="cs-CZ"/>
        </w:rPr>
        <w:t>ad Opavou – Vrbno pod Pradědem“</w:t>
      </w:r>
    </w:p>
    <w:p w:rsidR="00194669" w:rsidRDefault="00194669" w:rsidP="00194669">
      <w:pPr>
        <w:spacing w:after="0" w:line="240" w:lineRule="auto"/>
        <w:rPr>
          <w:rFonts w:eastAsia="Calibri" w:cs="Times New Roman"/>
          <w:lang w:eastAsia="cs-CZ"/>
        </w:rPr>
      </w:pPr>
      <w:r w:rsidRPr="00194669">
        <w:rPr>
          <w:rFonts w:eastAsia="Calibri" w:cs="Times New Roman"/>
          <w:b/>
          <w:lang w:eastAsia="cs-CZ"/>
        </w:rPr>
        <w:t>C: „Rekonstrukce PZS VÚD přejezdu P7719 v km 16,807 trati Milotice nad Opavou – Vrbno pod Pradědem“</w:t>
      </w:r>
    </w:p>
    <w:p w:rsidR="00CB7B5A" w:rsidRDefault="00CB7B5A" w:rsidP="00194669">
      <w:pPr>
        <w:spacing w:after="0" w:line="240" w:lineRule="auto"/>
        <w:rPr>
          <w:rFonts w:eastAsia="Calibri" w:cs="Times New Roman"/>
          <w:lang w:eastAsia="cs-CZ"/>
        </w:rPr>
      </w:pPr>
    </w:p>
    <w:p w:rsidR="00194669" w:rsidRDefault="0019466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A2790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9466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485648" w:rsidRPr="00485648" w:rsidRDefault="00485648" w:rsidP="00485648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485648">
        <w:rPr>
          <w:rFonts w:ascii="Calibri" w:eastAsia="Calibri" w:hAnsi="Calibri" w:cs="Times New Roman"/>
          <w:b/>
          <w:bCs/>
          <w:sz w:val="22"/>
          <w:szCs w:val="22"/>
        </w:rPr>
        <w:t xml:space="preserve">PS 11-01-31 Zabezpečovací zařízení (PZS) P7703 v </w:t>
      </w:r>
      <w:proofErr w:type="gramStart"/>
      <w:r w:rsidRPr="00485648">
        <w:rPr>
          <w:rFonts w:ascii="Calibri" w:eastAsia="Calibri" w:hAnsi="Calibri" w:cs="Times New Roman"/>
          <w:b/>
          <w:bCs/>
          <w:sz w:val="22"/>
          <w:szCs w:val="22"/>
        </w:rPr>
        <w:t>km 3,595</w:t>
      </w:r>
      <w:proofErr w:type="gramEnd"/>
    </w:p>
    <w:p w:rsidR="00485648" w:rsidRPr="00485648" w:rsidRDefault="00485648" w:rsidP="00485648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485648">
        <w:rPr>
          <w:rFonts w:ascii="Calibri" w:eastAsia="Calibri" w:hAnsi="Calibri" w:cs="Times New Roman"/>
          <w:b/>
          <w:bCs/>
          <w:sz w:val="22"/>
          <w:szCs w:val="22"/>
        </w:rPr>
        <w:t>PS 11-01-31 Zabezpečovací zařízení (PZS) P7704 v km 4,892</w:t>
      </w:r>
    </w:p>
    <w:p w:rsidR="00485648" w:rsidRPr="00485648" w:rsidRDefault="00485648" w:rsidP="00485648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485648">
        <w:rPr>
          <w:rFonts w:ascii="Calibri" w:eastAsia="Calibri" w:hAnsi="Calibri" w:cs="Times New Roman"/>
          <w:b/>
          <w:bCs/>
          <w:sz w:val="22"/>
          <w:szCs w:val="22"/>
        </w:rPr>
        <w:t>PS 11-01-31 Zabezpečovací zařízení (PZS) P7719 v km 16,807</w:t>
      </w:r>
    </w:p>
    <w:p w:rsidR="00485648" w:rsidRPr="00485648" w:rsidRDefault="00485648" w:rsidP="00485648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</w:p>
    <w:p w:rsidR="00485648" w:rsidRPr="00485648" w:rsidRDefault="00485648" w:rsidP="00485648">
      <w:pPr>
        <w:pStyle w:val="Odstavecseseznamem"/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485648">
        <w:rPr>
          <w:rFonts w:ascii="Calibri" w:eastAsia="Calibri" w:hAnsi="Calibri" w:cs="Times New Roman"/>
          <w:sz w:val="22"/>
          <w:szCs w:val="22"/>
        </w:rPr>
        <w:t>V popisu k PS 11-01-31 v dokumentu „POŽADAVKY NA VÝKON A FUNKCI“ je požadavek: „Nově bude vazba na krycí návěstidla.“.</w:t>
      </w:r>
    </w:p>
    <w:p w:rsidR="00485648" w:rsidRPr="00467924" w:rsidRDefault="00485648" w:rsidP="00485648">
      <w:pPr>
        <w:ind w:left="708"/>
      </w:pPr>
      <w:r w:rsidRPr="00467924">
        <w:rPr>
          <w:rFonts w:ascii="Calibri" w:eastAsia="Calibri" w:hAnsi="Calibri" w:cs="Times New Roman"/>
          <w:sz w:val="22"/>
          <w:szCs w:val="22"/>
        </w:rPr>
        <w:t xml:space="preserve">Domníváme se správně, že tím má zadavatel na mysli </w:t>
      </w:r>
      <w:proofErr w:type="spellStart"/>
      <w:r w:rsidRPr="00467924">
        <w:rPr>
          <w:rFonts w:ascii="Calibri" w:eastAsia="Calibri" w:hAnsi="Calibri" w:cs="Times New Roman"/>
          <w:sz w:val="22"/>
          <w:szCs w:val="22"/>
        </w:rPr>
        <w:t>přejezdníky</w:t>
      </w:r>
      <w:proofErr w:type="spellEnd"/>
      <w:r w:rsidRPr="00467924">
        <w:rPr>
          <w:rFonts w:ascii="Calibri" w:eastAsia="Calibri" w:hAnsi="Calibri" w:cs="Times New Roman"/>
          <w:sz w:val="22"/>
          <w:szCs w:val="22"/>
        </w:rPr>
        <w:t>, které jsou popisovány v dokumentu „Zjednodušená dokumentace ve stádiu 2“?</w:t>
      </w:r>
    </w:p>
    <w:p w:rsidR="00A1488A" w:rsidRPr="00467924" w:rsidRDefault="00485648" w:rsidP="00485648">
      <w:pPr>
        <w:rPr>
          <w:rFonts w:eastAsia="Calibri" w:cs="Times New Roman"/>
          <w:b/>
          <w:lang w:eastAsia="cs-CZ"/>
        </w:rPr>
      </w:pPr>
      <w:r w:rsidRPr="00467924">
        <w:rPr>
          <w:rFonts w:eastAsia="Calibri" w:cs="Times New Roman"/>
          <w:b/>
          <w:lang w:eastAsia="cs-CZ"/>
        </w:rPr>
        <w:t xml:space="preserve">Odpověď: </w:t>
      </w:r>
      <w:r w:rsidR="00A1488A" w:rsidRPr="00467924">
        <w:rPr>
          <w:rFonts w:eastAsia="Calibri" w:cs="Times New Roman"/>
          <w:b/>
          <w:lang w:eastAsia="cs-CZ"/>
        </w:rPr>
        <w:t>Opravené soupisy přílohou</w:t>
      </w:r>
    </w:p>
    <w:p w:rsidR="00485648" w:rsidRPr="00467924" w:rsidRDefault="00485648" w:rsidP="00A1488A">
      <w:pPr>
        <w:spacing w:after="0"/>
      </w:pPr>
    </w:p>
    <w:p w:rsidR="00485648" w:rsidRPr="00467924" w:rsidRDefault="00485648" w:rsidP="00485648">
      <w:pPr>
        <w:pStyle w:val="Odstavecseseznamem"/>
        <w:numPr>
          <w:ilvl w:val="0"/>
          <w:numId w:val="7"/>
        </w:numPr>
      </w:pPr>
      <w:r w:rsidRPr="00467924">
        <w:t xml:space="preserve"> V popisu k PS 11-01-31 v dokumentu „POŽADAVKY NA VÝKON A FUNKCI“ je uvedeno, že součástí stavby budou i přeložky a ochrana inženýrských sítí. Žádáme zadavatele o určení celkového množství/délek.</w:t>
      </w:r>
    </w:p>
    <w:p w:rsidR="00485648" w:rsidRPr="00467924" w:rsidRDefault="00485648" w:rsidP="00485648">
      <w:r w:rsidRPr="00467924">
        <w:rPr>
          <w:rFonts w:eastAsia="Calibri" w:cs="Times New Roman"/>
          <w:b/>
          <w:lang w:eastAsia="cs-CZ"/>
        </w:rPr>
        <w:t xml:space="preserve">Odpověď: </w:t>
      </w:r>
      <w:r w:rsidR="00A1488A" w:rsidRPr="00467924">
        <w:rPr>
          <w:rFonts w:eastAsia="Calibri" w:cs="Times New Roman"/>
          <w:b/>
          <w:lang w:eastAsia="cs-CZ"/>
        </w:rPr>
        <w:t>Veřejná zakázka je v režimu „</w:t>
      </w:r>
      <w:r w:rsidR="00467924" w:rsidRPr="00467924">
        <w:rPr>
          <w:rFonts w:eastAsia="Calibri" w:cs="Times New Roman"/>
          <w:b/>
          <w:lang w:eastAsia="cs-CZ"/>
        </w:rPr>
        <w:t>Projektová dokumentace a zhotovení stavby</w:t>
      </w:r>
      <w:r w:rsidR="00A1488A" w:rsidRPr="00467924">
        <w:rPr>
          <w:rFonts w:eastAsia="Calibri" w:cs="Times New Roman"/>
          <w:b/>
          <w:lang w:eastAsia="cs-CZ"/>
        </w:rPr>
        <w:t xml:space="preserve">“, kde se předpokládá, že si uchazeč </w:t>
      </w:r>
      <w:proofErr w:type="spellStart"/>
      <w:r w:rsidR="00A1488A" w:rsidRPr="00467924">
        <w:rPr>
          <w:rFonts w:eastAsia="Calibri" w:cs="Times New Roman"/>
          <w:b/>
          <w:lang w:eastAsia="cs-CZ"/>
        </w:rPr>
        <w:t>nacení</w:t>
      </w:r>
      <w:proofErr w:type="spellEnd"/>
      <w:r w:rsidR="00A1488A" w:rsidRPr="00467924">
        <w:rPr>
          <w:rFonts w:eastAsia="Calibri" w:cs="Times New Roman"/>
          <w:b/>
          <w:lang w:eastAsia="cs-CZ"/>
        </w:rPr>
        <w:t xml:space="preserve"> náklady do nabídky dle svého navrženého řešení.</w:t>
      </w:r>
    </w:p>
    <w:p w:rsidR="00CB7B5A" w:rsidRPr="00467924" w:rsidRDefault="00485648" w:rsidP="00485648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467924">
        <w:t>V souborech Požadavky na výkon a funkci na listech SO 98-98 všech tří staveb je v položce č. 1 uvedena jednotková cena 1,00. Žádáme zadavatele o prověření.</w:t>
      </w:r>
    </w:p>
    <w:p w:rsidR="00485648" w:rsidRPr="00467924" w:rsidRDefault="0048564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467924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467924">
        <w:rPr>
          <w:rFonts w:eastAsia="Calibri" w:cs="Times New Roman"/>
          <w:b/>
          <w:lang w:eastAsia="cs-CZ"/>
        </w:rPr>
        <w:t xml:space="preserve">Odpověď: </w:t>
      </w:r>
      <w:r w:rsidR="00A1488A" w:rsidRPr="00467924">
        <w:rPr>
          <w:rFonts w:eastAsia="Calibri" w:cs="Times New Roman"/>
          <w:b/>
          <w:lang w:eastAsia="cs-CZ"/>
        </w:rPr>
        <w:t>Opravené soupisy přílohou</w:t>
      </w:r>
    </w:p>
    <w:p w:rsidR="00A1488A" w:rsidRPr="00467924" w:rsidRDefault="00A148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488A" w:rsidRPr="00467924" w:rsidRDefault="00A148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488A" w:rsidRDefault="00A1488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1488A" w:rsidRDefault="00A1488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1488A" w:rsidRDefault="00A1488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1488A" w:rsidRDefault="00A1488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1488A" w:rsidRDefault="00A1488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1488A" w:rsidRPr="00CB7B5A" w:rsidRDefault="00A148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485648" w:rsidRPr="00485648" w:rsidRDefault="00485648" w:rsidP="00485648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485648">
        <w:rPr>
          <w:rFonts w:ascii="Calibri" w:eastAsia="Calibri" w:hAnsi="Calibri" w:cs="Times New Roman"/>
          <w:b/>
          <w:bCs/>
          <w:sz w:val="22"/>
          <w:szCs w:val="22"/>
        </w:rPr>
        <w:t>PS 11-01-31 Zabezpečovací zařízení (PZS) P7704 v km 4,892</w:t>
      </w:r>
    </w:p>
    <w:p w:rsidR="00485648" w:rsidRPr="00485648" w:rsidRDefault="00485648" w:rsidP="00485648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485648">
        <w:rPr>
          <w:rFonts w:ascii="Calibri" w:eastAsia="Calibri" w:hAnsi="Calibri" w:cs="Times New Roman"/>
          <w:b/>
          <w:bCs/>
          <w:sz w:val="22"/>
          <w:szCs w:val="22"/>
        </w:rPr>
        <w:t>PS 11-01-31 Zabezpečovací zařízení (PZS) P7719 v km 16,807</w:t>
      </w:r>
    </w:p>
    <w:p w:rsidR="00CB7B5A" w:rsidRDefault="00485648" w:rsidP="00485648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485648">
        <w:rPr>
          <w:rFonts w:ascii="Calibri" w:eastAsia="Calibri" w:hAnsi="Calibri" w:cs="Times New Roman"/>
          <w:sz w:val="22"/>
          <w:szCs w:val="22"/>
        </w:rPr>
        <w:t>V souborech „710_Stavby_2_Požadavky_výkon_funkci.xlsx“ a „710_Stavby_3_Požadavky_výkon_funkci.xlsx“ je na listu „Požadavky na výkon a funkci“ v řádku 2 nesprávný součtový vzorec. Žádáme zadavatele o úpravu.</w:t>
      </w:r>
    </w:p>
    <w:p w:rsidR="005A2790" w:rsidRPr="00467924" w:rsidRDefault="005A279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5433EE" w:rsidRDefault="0048564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5433EE">
        <w:rPr>
          <w:rFonts w:eastAsia="Calibri" w:cs="Times New Roman"/>
          <w:b/>
          <w:lang w:eastAsia="cs-CZ"/>
        </w:rPr>
        <w:t xml:space="preserve">Odpověď: </w:t>
      </w:r>
      <w:r w:rsidR="00A1488A" w:rsidRPr="005433EE">
        <w:rPr>
          <w:rFonts w:eastAsia="Calibri" w:cs="Times New Roman"/>
          <w:b/>
          <w:lang w:eastAsia="cs-CZ"/>
        </w:rPr>
        <w:t>Opravené soupisy přílohou</w:t>
      </w:r>
    </w:p>
    <w:p w:rsidR="00A1488A" w:rsidRPr="005433EE" w:rsidRDefault="00A148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67924" w:rsidRPr="005433EE" w:rsidRDefault="00467924" w:rsidP="0046792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433EE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467924" w:rsidRPr="005433EE" w:rsidRDefault="00467924" w:rsidP="00467924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467924" w:rsidRPr="005433EE" w:rsidRDefault="00467924" w:rsidP="0046792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67924" w:rsidRPr="00CB7B5A" w:rsidRDefault="00467924" w:rsidP="0046792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67924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A1488A" w:rsidRDefault="00A1488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1488A" w:rsidRDefault="00A1488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1488A" w:rsidRPr="00467924" w:rsidRDefault="00A148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488A" w:rsidRPr="00467924" w:rsidRDefault="00A148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488A" w:rsidRPr="00467924" w:rsidRDefault="00A1488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467924">
        <w:rPr>
          <w:rFonts w:eastAsia="Calibri" w:cs="Times New Roman"/>
          <w:b/>
          <w:lang w:eastAsia="cs-CZ"/>
        </w:rPr>
        <w:t>Příloha:</w:t>
      </w:r>
    </w:p>
    <w:p w:rsidR="00A1488A" w:rsidRPr="00467924" w:rsidRDefault="00A1488A" w:rsidP="00A1488A">
      <w:pPr>
        <w:spacing w:after="0"/>
        <w:rPr>
          <w:rFonts w:eastAsia="Calibri" w:cs="Times New Roman"/>
          <w:lang w:eastAsia="cs-CZ"/>
        </w:rPr>
      </w:pPr>
      <w:r w:rsidRPr="00467924">
        <w:rPr>
          <w:rFonts w:eastAsia="Calibri" w:cs="Times New Roman"/>
          <w:lang w:eastAsia="cs-CZ"/>
        </w:rPr>
        <w:t>710_Stavby_1_Požadavky_výkon_funkci</w:t>
      </w:r>
    </w:p>
    <w:p w:rsidR="00A1488A" w:rsidRPr="00467924" w:rsidRDefault="00A1488A" w:rsidP="00A1488A">
      <w:pPr>
        <w:spacing w:after="0"/>
        <w:rPr>
          <w:rFonts w:eastAsia="Calibri" w:cs="Times New Roman"/>
          <w:lang w:eastAsia="cs-CZ"/>
        </w:rPr>
      </w:pPr>
      <w:r w:rsidRPr="00467924">
        <w:rPr>
          <w:rFonts w:eastAsia="Calibri" w:cs="Times New Roman"/>
          <w:lang w:eastAsia="cs-CZ"/>
        </w:rPr>
        <w:t>710_Stavby_2_Požadavky_výkon_funkci</w:t>
      </w:r>
    </w:p>
    <w:p w:rsidR="00A1488A" w:rsidRPr="00467924" w:rsidRDefault="00A1488A" w:rsidP="00A1488A">
      <w:pPr>
        <w:spacing w:after="0"/>
        <w:rPr>
          <w:rFonts w:eastAsia="Calibri" w:cs="Times New Roman"/>
          <w:lang w:eastAsia="cs-CZ"/>
        </w:rPr>
      </w:pPr>
      <w:r w:rsidRPr="00467924">
        <w:rPr>
          <w:rFonts w:eastAsia="Calibri" w:cs="Times New Roman"/>
          <w:lang w:eastAsia="cs-CZ"/>
        </w:rPr>
        <w:t>710_Stavby_3_Požadavky_výkon_funkci</w:t>
      </w:r>
    </w:p>
    <w:p w:rsidR="00A1488A" w:rsidRDefault="00A1488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433EE" w:rsidRDefault="005433EE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67924" w:rsidRDefault="00467924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67924" w:rsidRPr="00CB7B5A" w:rsidRDefault="00467924" w:rsidP="004679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467924" w:rsidRDefault="00467924" w:rsidP="00467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7924" w:rsidRDefault="00467924" w:rsidP="00467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7924" w:rsidRDefault="00467924" w:rsidP="00467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20172" w:rsidRDefault="00C20172" w:rsidP="00467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20172" w:rsidRDefault="00C20172" w:rsidP="00467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20172" w:rsidRPr="00CB7B5A" w:rsidRDefault="00C20172" w:rsidP="00467924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467924" w:rsidRPr="00CB7B5A" w:rsidRDefault="00467924" w:rsidP="00467924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467924" w:rsidRPr="00CB7B5A" w:rsidRDefault="00467924" w:rsidP="00467924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467924" w:rsidRPr="00CB7B5A" w:rsidRDefault="00467924" w:rsidP="0046792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467924" w:rsidRPr="00CB7B5A" w:rsidRDefault="00467924" w:rsidP="0046792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467924" w:rsidRPr="00CB7B5A" w:rsidRDefault="00467924" w:rsidP="0046792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467924" w:rsidRPr="00CB7B5A" w:rsidRDefault="00467924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467924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05F" w:rsidRDefault="0067405F" w:rsidP="00962258">
      <w:pPr>
        <w:spacing w:after="0" w:line="240" w:lineRule="auto"/>
      </w:pPr>
      <w:r>
        <w:separator/>
      </w:r>
    </w:p>
  </w:endnote>
  <w:endnote w:type="continuationSeparator" w:id="0">
    <w:p w:rsidR="0067405F" w:rsidRDefault="006740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01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01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FB6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2F32D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01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01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80464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A5E5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05F" w:rsidRDefault="0067405F" w:rsidP="00962258">
      <w:pPr>
        <w:spacing w:after="0" w:line="240" w:lineRule="auto"/>
      </w:pPr>
      <w:r>
        <w:separator/>
      </w:r>
    </w:p>
  </w:footnote>
  <w:footnote w:type="continuationSeparator" w:id="0">
    <w:p w:rsidR="0067405F" w:rsidRDefault="006740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15EC8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4B7048E4"/>
    <w:multiLevelType w:val="hybridMultilevel"/>
    <w:tmpl w:val="CB16960C"/>
    <w:lvl w:ilvl="0" w:tplc="D3982C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3856"/>
    <w:rsid w:val="001747C1"/>
    <w:rsid w:val="0018596A"/>
    <w:rsid w:val="00194669"/>
    <w:rsid w:val="001B49F6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67924"/>
    <w:rsid w:val="00477370"/>
    <w:rsid w:val="00483F34"/>
    <w:rsid w:val="00485648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33EE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2790"/>
    <w:rsid w:val="005A64E9"/>
    <w:rsid w:val="005B5EE9"/>
    <w:rsid w:val="006104F6"/>
    <w:rsid w:val="0061068E"/>
    <w:rsid w:val="00660AD3"/>
    <w:rsid w:val="0067405F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97990"/>
    <w:rsid w:val="009A7568"/>
    <w:rsid w:val="009B24D8"/>
    <w:rsid w:val="009B2E97"/>
    <w:rsid w:val="009B72CC"/>
    <w:rsid w:val="009E07F4"/>
    <w:rsid w:val="009F392E"/>
    <w:rsid w:val="00A1488A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20172"/>
    <w:rsid w:val="00C30759"/>
    <w:rsid w:val="00C44F6A"/>
    <w:rsid w:val="00C513D8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F913B5"/>
  <w14:defaultImageDpi w14:val="32767"/>
  <w15:docId w15:val="{BC837EF3-E8C1-4BE5-84D6-7D01C7D9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79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79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BB0432-6D0B-4A5B-A846-9F4DF6CB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47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Klimeš Jaroslav, JUDr.</dc:creator>
  <cp:lastModifiedBy>Klimeš Jaroslav, JUDr.</cp:lastModifiedBy>
  <cp:revision>8</cp:revision>
  <cp:lastPrinted>2019-02-22T13:28:00Z</cp:lastPrinted>
  <dcterms:created xsi:type="dcterms:W3CDTF">2021-03-23T09:27:00Z</dcterms:created>
  <dcterms:modified xsi:type="dcterms:W3CDTF">2021-03-23T10:50:00Z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